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AF7850" w:rsidRPr="0002146E" w:rsidTr="007022A9">
        <w:trPr>
          <w:trHeight w:val="1980"/>
        </w:trPr>
        <w:tc>
          <w:tcPr>
            <w:tcW w:w="1526" w:type="dxa"/>
          </w:tcPr>
          <w:p w:rsidR="00AF7850" w:rsidRPr="0002146E" w:rsidRDefault="00AB588C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24102" wp14:editId="0BD4CB4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1149350</wp:posOffset>
                      </wp:positionV>
                      <wp:extent cx="6200775" cy="126682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1266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AF785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F7850" w:rsidRPr="00BE74CE" w:rsidRDefault="00AF785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du </w:t>
                                        </w: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AF7850" w:rsidRPr="00D26D69" w:rsidRDefault="00AF7850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AF7850" w:rsidRPr="00464A6B" w:rsidRDefault="00AF785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AF7850" w:rsidRPr="00B77EF9" w:rsidRDefault="00AF785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AF7850" w:rsidRPr="00BE74CE" w:rsidRDefault="00AF785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AF7850" w:rsidRDefault="00AF7850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  <w:vAlign w:val="center"/>
                                      </w:tcPr>
                                      <w:p w:rsidR="00AF7850" w:rsidRDefault="00AF7850" w:rsidP="002809B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678A9A9" wp14:editId="1E11825A">
                                              <wp:extent cx="2785926" cy="828675"/>
                                              <wp:effectExtent l="0" t="0" r="0" b="0"/>
                                              <wp:docPr id="12" name="Image 12" descr="logo GHT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logo GHT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785926" cy="8286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AF785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F7850" w:rsidRDefault="00AF785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AF7850" w:rsidRPr="002809BC" w:rsidRDefault="00AF7850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F7850" w:rsidRDefault="00AF7850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F7850" w:rsidRDefault="00AF7850" w:rsidP="00AF785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F7850" w:rsidRPr="00BE74CE" w:rsidRDefault="00AF7850" w:rsidP="00AF7850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AF7850" w:rsidRPr="00D26D69" w:rsidRDefault="00AF7850" w:rsidP="00AF785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F7850" w:rsidRPr="00464A6B" w:rsidRDefault="00AF7850" w:rsidP="00AF7850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F7850" w:rsidRPr="00B77EF9" w:rsidRDefault="00AF7850" w:rsidP="00AF785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F7850" w:rsidRPr="00B77EF9" w:rsidRDefault="00AF7850" w:rsidP="00AF785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F7850" w:rsidRPr="00BE74CE" w:rsidRDefault="00AF7850" w:rsidP="00AF7850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24102" id="AutoShape 8" o:spid="_x0000_s1026" style="position:absolute;margin-left:-2.9pt;margin-top:90.5pt;width:488.2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AF7850" w:rsidTr="002809BC">
                              <w:tc>
                                <w:tcPr>
                                  <w:tcW w:w="4928" w:type="dxa"/>
                                </w:tcPr>
                                <w:p w:rsidR="00AF7850" w:rsidRPr="00BE74CE" w:rsidRDefault="00AF7850" w:rsidP="00891510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du </w:t>
                                  </w: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AF7850" w:rsidRPr="00D26D69" w:rsidRDefault="00AF7850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F7850" w:rsidRPr="00464A6B" w:rsidRDefault="00AF785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F7850" w:rsidRPr="00B77EF9" w:rsidRDefault="00AF785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F7850" w:rsidRPr="00BE74CE" w:rsidRDefault="00AF785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AF7850" w:rsidRDefault="00AF7850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:rsidR="00AF7850" w:rsidRDefault="00AF7850" w:rsidP="002809B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78A9A9" wp14:editId="1E11825A">
                                        <wp:extent cx="2785926" cy="828675"/>
                                        <wp:effectExtent l="0" t="0" r="0" b="0"/>
                                        <wp:docPr id="12" name="Image 12" descr="logo GH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GH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85926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F7850" w:rsidTr="002809BC">
                              <w:tc>
                                <w:tcPr>
                                  <w:tcW w:w="4928" w:type="dxa"/>
                                </w:tcPr>
                                <w:p w:rsidR="00AF7850" w:rsidRDefault="00AF7850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F7850" w:rsidRPr="002809BC" w:rsidRDefault="00AF7850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AF7850" w:rsidRDefault="00AF7850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F7850" w:rsidRDefault="00AF7850" w:rsidP="00AF7850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F7850" w:rsidRPr="00BE74CE" w:rsidRDefault="00AF7850" w:rsidP="00AF7850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AF7850" w:rsidRPr="00D26D69" w:rsidRDefault="00AF7850" w:rsidP="00AF7850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AF7850" w:rsidRPr="00464A6B" w:rsidRDefault="00AF7850" w:rsidP="00AF785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AF7850" w:rsidRPr="00B77EF9" w:rsidRDefault="00AF7850" w:rsidP="00AF78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AF7850" w:rsidRPr="00B77EF9" w:rsidRDefault="00AF7850" w:rsidP="00AF78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AF7850" w:rsidRPr="00BE74CE" w:rsidRDefault="00AF7850" w:rsidP="00AF785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F7850"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6B2E2B5C" wp14:editId="6542610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7D877606" wp14:editId="50C7C176">
                  <wp:extent cx="964565" cy="4984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1A559A52" wp14:editId="610DF615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  <w:p w:rsidR="00AF7850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6FA6699B" wp14:editId="5E2E4150">
                  <wp:extent cx="1085850" cy="361315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7850" w:rsidRPr="0002146E" w:rsidRDefault="00AF7850" w:rsidP="007022A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AF7850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AF7850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AF7850" w:rsidRPr="0002146E" w:rsidRDefault="00AF7850" w:rsidP="007022A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2F8C8A62" wp14:editId="3DA58FCB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AF7850" w:rsidRPr="0002146E" w:rsidRDefault="00AF7850" w:rsidP="007022A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0288" behindDoc="1" locked="0" layoutInCell="1" allowOverlap="1" wp14:anchorId="138A2F72" wp14:editId="374AF3F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F7850" w:rsidRDefault="00AF7850" w:rsidP="00AF7850">
      <w:pPr>
        <w:rPr>
          <w:rFonts w:ascii="Comic Sans MS" w:hAnsi="Comic Sans MS"/>
        </w:rPr>
      </w:pPr>
    </w:p>
    <w:p w:rsidR="00AF7850" w:rsidRDefault="00AF7850" w:rsidP="00AF7850">
      <w:pPr>
        <w:rPr>
          <w:rFonts w:ascii="Comic Sans MS" w:hAnsi="Comic Sans MS"/>
        </w:rPr>
      </w:pPr>
    </w:p>
    <w:p w:rsidR="00AF7850" w:rsidRDefault="00AF7850" w:rsidP="00AF7850">
      <w:r>
        <w:t xml:space="preserve">  </w:t>
      </w:r>
    </w:p>
    <w:p w:rsidR="00AF7850" w:rsidRDefault="00AF7850" w:rsidP="00AF7850">
      <w:pPr>
        <w:jc w:val="right"/>
        <w:rPr>
          <w:rFonts w:ascii="Comic Sans MS" w:hAnsi="Comic Sans MS" w:cs="Tahoma"/>
        </w:rPr>
      </w:pPr>
    </w:p>
    <w:p w:rsidR="00AF7850" w:rsidRDefault="00AF7850" w:rsidP="00AF7850">
      <w:pPr>
        <w:rPr>
          <w:rFonts w:ascii="Comic Sans MS" w:hAnsi="Comic Sans MS" w:cs="Tahoma"/>
        </w:rPr>
      </w:pPr>
    </w:p>
    <w:p w:rsidR="00AF7850" w:rsidRDefault="00AF7850" w:rsidP="00AF7850">
      <w:pPr>
        <w:jc w:val="center"/>
        <w:rPr>
          <w:rFonts w:ascii="Comic Sans MS" w:hAnsi="Comic Sans MS" w:cs="Tahoma"/>
        </w:rPr>
      </w:pPr>
    </w:p>
    <w:p w:rsidR="00AF7850" w:rsidRDefault="00AF7850" w:rsidP="00AF785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</w:p>
    <w:p w:rsidR="003A22AA" w:rsidRPr="000E4C4B" w:rsidRDefault="004F5744" w:rsidP="0032647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  <w:r w:rsidRPr="000E4C4B">
        <w:rPr>
          <w:rFonts w:ascii="Arial" w:hAnsi="Arial" w:cs="Arial"/>
          <w:bCs/>
          <w:sz w:val="16"/>
          <w:szCs w:val="16"/>
        </w:rPr>
        <w:sym w:font="Wingdings" w:char="F031"/>
      </w:r>
      <w:r w:rsidR="002809BC" w:rsidRPr="000E4C4B">
        <w:rPr>
          <w:rFonts w:ascii="Arial" w:hAnsi="Arial" w:cs="Arial"/>
          <w:bCs/>
          <w:sz w:val="16"/>
          <w:szCs w:val="16"/>
        </w:rPr>
        <w:t xml:space="preserve"> : </w:t>
      </w:r>
      <w:r w:rsidR="00AF28F6">
        <w:rPr>
          <w:rFonts w:ascii="Arial" w:hAnsi="Arial" w:cs="Arial"/>
          <w:bCs/>
          <w:sz w:val="16"/>
          <w:szCs w:val="16"/>
        </w:rPr>
        <w:t>SE9 N</w:t>
      </w:r>
      <w:r w:rsidR="00AF7850">
        <w:rPr>
          <w:rFonts w:ascii="Arial" w:hAnsi="Arial" w:cs="Arial"/>
          <w:bCs/>
          <w:sz w:val="16"/>
          <w:szCs w:val="16"/>
        </w:rPr>
        <w:t>85</w:t>
      </w:r>
    </w:p>
    <w:p w:rsidR="003A22AA" w:rsidRPr="000E4C4B" w:rsidRDefault="003A22AA" w:rsidP="00326477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</w:p>
    <w:p w:rsidR="00AF7850" w:rsidRPr="00AF7850" w:rsidRDefault="00AF7850" w:rsidP="00AF7850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8"/>
          <w:szCs w:val="28"/>
        </w:rPr>
      </w:pPr>
      <w:bookmarkStart w:id="0" w:name="_Hlk150854563"/>
      <w:r w:rsidRPr="00AF7850">
        <w:rPr>
          <w:rFonts w:ascii="Arial" w:hAnsi="Arial" w:cs="Arial"/>
          <w:b/>
          <w:sz w:val="28"/>
          <w:szCs w:val="28"/>
        </w:rPr>
        <w:t>MARCHE DE MAINTENANCE ET D’ENTRETIEN DES INSTALLATIONS DE CHAUFFAGE, VENTILATION ET CLIMATISATION DES ETABLISSEMENTS DU GHT DANS LE CADRE DU GROUPEMENT DE COMMANDES DU GHT DES ALPES DU SUD- MCVC24</w:t>
      </w:r>
    </w:p>
    <w:bookmarkEnd w:id="0"/>
    <w:p w:rsidR="00277383" w:rsidRPr="000E4C4B" w:rsidRDefault="00277383" w:rsidP="000E4C4B">
      <w:pPr>
        <w:shd w:val="clear" w:color="auto" w:fill="CCCCCC"/>
        <w:ind w:right="-1"/>
        <w:jc w:val="center"/>
        <w:rPr>
          <w:rFonts w:ascii="Arial" w:hAnsi="Arial" w:cs="Arial"/>
          <w:b/>
          <w:bCs/>
          <w:sz w:val="16"/>
          <w:szCs w:val="16"/>
        </w:rPr>
      </w:pPr>
    </w:p>
    <w:p w:rsidR="00277383" w:rsidRDefault="00277383" w:rsidP="000E4C4B">
      <w:pPr>
        <w:ind w:right="1692"/>
        <w:rPr>
          <w:rFonts w:ascii="Arial" w:hAnsi="Arial" w:cs="Arial"/>
        </w:rPr>
      </w:pPr>
    </w:p>
    <w:p w:rsidR="007D2016" w:rsidRPr="008C3DAF" w:rsidRDefault="007D2016" w:rsidP="007D2016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  <w:r w:rsidRPr="008C3DAF">
        <w:rPr>
          <w:rFonts w:ascii="Arial" w:hAnsi="Arial" w:cs="Arial"/>
          <w:b/>
          <w:color w:val="0000FF"/>
          <w:sz w:val="32"/>
          <w:szCs w:val="32"/>
        </w:rPr>
        <w:t>NOM DU CANDIDAT :</w:t>
      </w:r>
    </w:p>
    <w:p w:rsidR="007D2016" w:rsidRPr="000E4C4B" w:rsidRDefault="007D2016" w:rsidP="000E4C4B">
      <w:pPr>
        <w:ind w:right="1692"/>
        <w:rPr>
          <w:rFonts w:ascii="Arial" w:hAnsi="Arial" w:cs="Arial"/>
        </w:rPr>
      </w:pPr>
    </w:p>
    <w:p w:rsidR="007D2016" w:rsidRDefault="0042533B" w:rsidP="000E4C4B">
      <w:pPr>
        <w:keepNext/>
        <w:tabs>
          <w:tab w:val="left" w:pos="4065"/>
        </w:tabs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>QUESTIONNAIRE TECHNIQUE</w:t>
      </w:r>
      <w:r w:rsidR="008C3DAF">
        <w:rPr>
          <w:rFonts w:ascii="Arial" w:hAnsi="Arial" w:cs="Arial"/>
          <w:b/>
          <w:bCs/>
          <w:kern w:val="32"/>
          <w:sz w:val="32"/>
          <w:szCs w:val="32"/>
        </w:rPr>
        <w:t xml:space="preserve"> LOT 1</w:t>
      </w:r>
      <w:r w:rsidR="00D0233C">
        <w:rPr>
          <w:rFonts w:ascii="Arial" w:hAnsi="Arial" w:cs="Arial"/>
          <w:b/>
          <w:bCs/>
          <w:kern w:val="32"/>
          <w:sz w:val="32"/>
          <w:szCs w:val="32"/>
        </w:rPr>
        <w:t xml:space="preserve"> - </w:t>
      </w:r>
      <w:r w:rsidR="000E4C4B" w:rsidRPr="000E4C4B">
        <w:rPr>
          <w:rFonts w:ascii="Arial" w:hAnsi="Arial" w:cs="Arial"/>
          <w:b/>
          <w:bCs/>
          <w:kern w:val="32"/>
          <w:sz w:val="32"/>
          <w:szCs w:val="32"/>
        </w:rPr>
        <w:t>FICHE INTERVENTION</w:t>
      </w:r>
    </w:p>
    <w:p w:rsidR="00277383" w:rsidRPr="000E4C4B" w:rsidRDefault="000D1ED7" w:rsidP="000E4C4B">
      <w:pPr>
        <w:keepNext/>
        <w:tabs>
          <w:tab w:val="left" w:pos="4065"/>
        </w:tabs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Site de </w:t>
      </w:r>
      <w:r w:rsidR="007D2016">
        <w:rPr>
          <w:rFonts w:ascii="Arial" w:hAnsi="Arial" w:cs="Arial"/>
          <w:b/>
          <w:bCs/>
          <w:kern w:val="32"/>
          <w:sz w:val="32"/>
          <w:szCs w:val="32"/>
        </w:rPr>
        <w:t>BRIANCON</w:t>
      </w:r>
    </w:p>
    <w:p w:rsidR="00277383" w:rsidRDefault="00277383" w:rsidP="000E4C4B">
      <w:pPr>
        <w:jc w:val="center"/>
        <w:rPr>
          <w:rFonts w:ascii="Arial" w:hAnsi="Arial" w:cs="Arial"/>
        </w:rPr>
      </w:pPr>
    </w:p>
    <w:p w:rsidR="00277383" w:rsidRPr="00D10E9A" w:rsidRDefault="00277383" w:rsidP="000E4C4B">
      <w:pPr>
        <w:jc w:val="center"/>
        <w:rPr>
          <w:rFonts w:ascii="Arial" w:hAnsi="Arial" w:cs="Arial"/>
          <w:sz w:val="22"/>
          <w:szCs w:val="22"/>
        </w:rPr>
      </w:pPr>
      <w:r w:rsidRPr="00D10E9A">
        <w:rPr>
          <w:rFonts w:ascii="Arial" w:hAnsi="Arial" w:cs="Arial"/>
          <w:sz w:val="22"/>
          <w:szCs w:val="22"/>
        </w:rPr>
        <w:t>ÉLÉMENTS CONSTITUTIFS POUR LES INTERVENTIONS DE MAINTENANCE CORRECTIVE – DÉPANNAGE</w:t>
      </w:r>
    </w:p>
    <w:p w:rsidR="00D50AE6" w:rsidRDefault="00277383" w:rsidP="000E4C4B">
      <w:pPr>
        <w:rPr>
          <w:rFonts w:ascii="Arial" w:hAnsi="Arial" w:cs="Arial"/>
          <w:sz w:val="22"/>
          <w:szCs w:val="22"/>
        </w:rPr>
      </w:pPr>
      <w:r w:rsidRPr="000E4C4B">
        <w:rPr>
          <w:rFonts w:ascii="Arial" w:hAnsi="Arial" w:cs="Arial"/>
          <w:sz w:val="22"/>
          <w:szCs w:val="22"/>
        </w:rPr>
        <w:t xml:space="preserve">Le candidat fournira les renseignements demandés à l'article </w:t>
      </w:r>
      <w:r w:rsidRPr="000D1ED7">
        <w:rPr>
          <w:rFonts w:ascii="Arial" w:hAnsi="Arial" w:cs="Arial"/>
          <w:sz w:val="22"/>
          <w:szCs w:val="22"/>
        </w:rPr>
        <w:t>3</w:t>
      </w:r>
      <w:r w:rsidR="000E4C4B" w:rsidRPr="000D1ED7">
        <w:rPr>
          <w:rFonts w:ascii="Arial" w:hAnsi="Arial" w:cs="Arial"/>
          <w:sz w:val="22"/>
          <w:szCs w:val="22"/>
        </w:rPr>
        <w:t>-</w:t>
      </w:r>
      <w:r w:rsidR="000D1ED7" w:rsidRPr="000D1ED7">
        <w:rPr>
          <w:rFonts w:ascii="Arial" w:hAnsi="Arial" w:cs="Arial"/>
          <w:sz w:val="22"/>
          <w:szCs w:val="22"/>
        </w:rPr>
        <w:t>6</w:t>
      </w:r>
      <w:r w:rsidR="000D1ED7">
        <w:rPr>
          <w:rFonts w:ascii="Arial" w:hAnsi="Arial" w:cs="Arial"/>
          <w:sz w:val="22"/>
          <w:szCs w:val="22"/>
        </w:rPr>
        <w:t xml:space="preserve"> </w:t>
      </w:r>
      <w:r w:rsidR="000E4C4B" w:rsidRPr="000E4C4B">
        <w:rPr>
          <w:rFonts w:ascii="Arial" w:hAnsi="Arial" w:cs="Arial"/>
          <w:sz w:val="22"/>
          <w:szCs w:val="22"/>
        </w:rPr>
        <w:t xml:space="preserve">du CCP </w:t>
      </w:r>
      <w:r w:rsidRPr="000E4C4B">
        <w:rPr>
          <w:rFonts w:ascii="Arial" w:hAnsi="Arial" w:cs="Arial"/>
          <w:sz w:val="22"/>
          <w:szCs w:val="22"/>
        </w:rPr>
        <w:t>dans le tableau suivant</w:t>
      </w:r>
      <w:r w:rsidR="000E4C4B" w:rsidRPr="000E4C4B">
        <w:rPr>
          <w:rFonts w:ascii="Arial" w:hAnsi="Arial" w:cs="Arial"/>
          <w:sz w:val="22"/>
          <w:szCs w:val="22"/>
        </w:rPr>
        <w:t> :</w:t>
      </w:r>
    </w:p>
    <w:tbl>
      <w:tblPr>
        <w:tblpPr w:leftFromText="141" w:rightFromText="141" w:vertAnchor="text" w:horzAnchor="margin" w:tblpY="536"/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180"/>
        <w:gridCol w:w="1620"/>
        <w:gridCol w:w="3319"/>
        <w:gridCol w:w="1985"/>
      </w:tblGrid>
      <w:tr w:rsidR="00B3425A" w:rsidRPr="000E4C4B" w:rsidTr="00B3425A">
        <w:trPr>
          <w:trHeight w:val="717"/>
        </w:trPr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425A" w:rsidRPr="000E4C4B" w:rsidRDefault="00B3425A" w:rsidP="000E4C4B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5A" w:rsidRPr="000E4C4B" w:rsidRDefault="00B3425A" w:rsidP="000E4C4B">
            <w:pPr>
              <w:rPr>
                <w:rFonts w:ascii="Arial" w:hAnsi="Arial" w:cs="Arial"/>
              </w:rPr>
            </w:pP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Heures ouvrées</w:t>
            </w:r>
          </w:p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du lundi au vendredi</w:t>
            </w: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Samedi, dimanche et jours fériés</w:t>
            </w:r>
          </w:p>
        </w:tc>
      </w:tr>
      <w:tr w:rsidR="00B3425A" w:rsidRPr="000E4C4B" w:rsidTr="00B3425A">
        <w:trPr>
          <w:cantSplit/>
          <w:trHeight w:val="717"/>
        </w:trPr>
        <w:tc>
          <w:tcPr>
            <w:tcW w:w="3130" w:type="dxa"/>
            <w:gridSpan w:val="3"/>
            <w:tcBorders>
              <w:top w:val="single" w:sz="4" w:space="0" w:color="auto"/>
            </w:tcBorders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Horaires</w:t>
            </w:r>
          </w:p>
        </w:tc>
        <w:tc>
          <w:tcPr>
            <w:tcW w:w="3319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</w:tr>
      <w:tr w:rsidR="00B3425A" w:rsidRPr="000E4C4B" w:rsidTr="00B3425A">
        <w:trPr>
          <w:cantSplit/>
          <w:trHeight w:val="717"/>
        </w:trPr>
        <w:tc>
          <w:tcPr>
            <w:tcW w:w="1330" w:type="dxa"/>
            <w:vMerge w:val="restart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Agence à contacter</w:t>
            </w:r>
          </w:p>
        </w:tc>
        <w:tc>
          <w:tcPr>
            <w:tcW w:w="1800" w:type="dxa"/>
            <w:gridSpan w:val="2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N° téléphone</w:t>
            </w:r>
          </w:p>
        </w:tc>
        <w:tc>
          <w:tcPr>
            <w:tcW w:w="3319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</w:tr>
      <w:tr w:rsidR="00B3425A" w:rsidRPr="000E4C4B" w:rsidTr="00B3425A">
        <w:trPr>
          <w:cantSplit/>
          <w:trHeight w:val="717"/>
        </w:trPr>
        <w:tc>
          <w:tcPr>
            <w:tcW w:w="1330" w:type="dxa"/>
            <w:vMerge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N° télécopie et/ou mail</w:t>
            </w:r>
          </w:p>
        </w:tc>
        <w:tc>
          <w:tcPr>
            <w:tcW w:w="3319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</w:tr>
      <w:tr w:rsidR="00B3425A" w:rsidRPr="000E4C4B" w:rsidTr="00B3425A">
        <w:trPr>
          <w:cantSplit/>
          <w:trHeight w:val="683"/>
        </w:trPr>
        <w:tc>
          <w:tcPr>
            <w:tcW w:w="1330" w:type="dxa"/>
            <w:vMerge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Agence et personne à demander</w:t>
            </w:r>
          </w:p>
        </w:tc>
        <w:tc>
          <w:tcPr>
            <w:tcW w:w="3319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</w:tr>
      <w:tr w:rsidR="00B3425A" w:rsidRPr="000E4C4B" w:rsidTr="00B3425A">
        <w:trPr>
          <w:cantSplit/>
          <w:trHeight w:val="753"/>
        </w:trPr>
        <w:tc>
          <w:tcPr>
            <w:tcW w:w="3130" w:type="dxa"/>
            <w:gridSpan w:val="3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  <w:r w:rsidRPr="000E4C4B">
              <w:rPr>
                <w:rFonts w:ascii="Arial" w:hAnsi="Arial" w:cs="Arial"/>
              </w:rPr>
              <w:t>Délai d'intervention maximum à réception de la demande d'intervention</w:t>
            </w:r>
          </w:p>
        </w:tc>
        <w:tc>
          <w:tcPr>
            <w:tcW w:w="3319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3425A" w:rsidRPr="000E4C4B" w:rsidRDefault="00B3425A" w:rsidP="000E4C4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C3DAF" w:rsidRDefault="008C3DAF">
      <w:pPr>
        <w:rPr>
          <w:rFonts w:ascii="Arial" w:hAnsi="Arial" w:cs="Arial"/>
          <w:caps/>
          <w:sz w:val="22"/>
          <w:szCs w:val="22"/>
        </w:rPr>
      </w:pPr>
    </w:p>
    <w:p w:rsidR="000D1ED7" w:rsidRDefault="000D1ED7" w:rsidP="000E4C4B">
      <w:pPr>
        <w:ind w:right="-568"/>
        <w:rPr>
          <w:rFonts w:ascii="Arial" w:hAnsi="Arial" w:cs="Arial"/>
          <w:caps/>
          <w:sz w:val="22"/>
          <w:szCs w:val="22"/>
        </w:rPr>
      </w:pPr>
    </w:p>
    <w:p w:rsidR="000D1ED7" w:rsidRPr="000E4C4B" w:rsidRDefault="000D1ED7" w:rsidP="000D1ED7">
      <w:pPr>
        <w:ind w:right="1692"/>
        <w:rPr>
          <w:rFonts w:ascii="Arial" w:hAnsi="Arial" w:cs="Arial"/>
        </w:rPr>
      </w:pPr>
    </w:p>
    <w:p w:rsidR="000D1ED7" w:rsidRDefault="000D1ED7" w:rsidP="00AB588C">
      <w:pPr>
        <w:keepNext/>
        <w:tabs>
          <w:tab w:val="left" w:pos="4065"/>
        </w:tabs>
        <w:jc w:val="center"/>
        <w:outlineLvl w:val="0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</w:p>
    <w:p w:rsidR="008C3DAF" w:rsidRDefault="008C3DAF">
      <w:pPr>
        <w:rPr>
          <w:rFonts w:ascii="Arial" w:hAnsi="Arial" w:cs="Arial"/>
          <w:caps/>
          <w:sz w:val="22"/>
          <w:szCs w:val="22"/>
        </w:rPr>
      </w:pPr>
    </w:p>
    <w:p w:rsidR="000D1ED7" w:rsidRDefault="000D1ED7" w:rsidP="000E4C4B">
      <w:pPr>
        <w:ind w:right="-568"/>
        <w:rPr>
          <w:rFonts w:ascii="Arial" w:hAnsi="Arial" w:cs="Arial"/>
          <w:caps/>
          <w:sz w:val="22"/>
          <w:szCs w:val="22"/>
        </w:rPr>
      </w:pPr>
    </w:p>
    <w:p w:rsidR="000D1ED7" w:rsidRPr="000E4C4B" w:rsidRDefault="000D1ED7" w:rsidP="000D1ED7">
      <w:pPr>
        <w:ind w:right="1692"/>
        <w:rPr>
          <w:rFonts w:ascii="Arial" w:hAnsi="Arial" w:cs="Arial"/>
        </w:rPr>
      </w:pPr>
    </w:p>
    <w:p w:rsidR="008C3DAF" w:rsidRDefault="008C3DAF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8C3DAF" w:rsidRDefault="008C3DAF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AB588C" w:rsidRDefault="00AB588C" w:rsidP="000D1ED7">
      <w:pPr>
        <w:ind w:right="-568"/>
        <w:rPr>
          <w:rFonts w:ascii="Helvetica" w:hAnsi="Helvetica" w:cs="Arial"/>
          <w:sz w:val="22"/>
          <w:szCs w:val="22"/>
        </w:rPr>
      </w:pPr>
    </w:p>
    <w:p w:rsidR="000D1ED7" w:rsidRDefault="000D1ED7" w:rsidP="000D1ED7">
      <w:pPr>
        <w:ind w:right="-568"/>
        <w:rPr>
          <w:rFonts w:ascii="Helvetica" w:hAnsi="Helvetica" w:cs="Arial"/>
          <w:sz w:val="22"/>
          <w:szCs w:val="22"/>
        </w:rPr>
      </w:pPr>
      <w:bookmarkStart w:id="1" w:name="_GoBack"/>
      <w:bookmarkEnd w:id="1"/>
      <w:r>
        <w:rPr>
          <w:rFonts w:ascii="Helvetica" w:hAnsi="Helvetica" w:cs="Arial"/>
          <w:sz w:val="22"/>
          <w:szCs w:val="22"/>
        </w:rPr>
        <w:t>A</w:t>
      </w:r>
      <w:r w:rsidRPr="000E4C4B">
        <w:rPr>
          <w:rFonts w:ascii="Helvetica" w:hAnsi="Helvetica" w:cs="Arial"/>
          <w:sz w:val="22"/>
          <w:szCs w:val="22"/>
        </w:rPr>
        <w:t xml:space="preserve">      , </w:t>
      </w:r>
      <w:r>
        <w:rPr>
          <w:rFonts w:ascii="Helvetica" w:hAnsi="Helvetica" w:cs="Arial"/>
          <w:sz w:val="22"/>
          <w:szCs w:val="22"/>
        </w:rPr>
        <w:t>le</w:t>
      </w:r>
      <w:r w:rsidR="008C3DAF">
        <w:rPr>
          <w:rFonts w:ascii="Helvetica" w:hAnsi="Helvetica" w:cs="Arial"/>
          <w:sz w:val="22"/>
          <w:szCs w:val="22"/>
        </w:rPr>
        <w:t xml:space="preserve"> </w:t>
      </w:r>
    </w:p>
    <w:p w:rsidR="000D1ED7" w:rsidRDefault="000D1ED7" w:rsidP="000D1ED7">
      <w:pPr>
        <w:ind w:right="-568"/>
        <w:rPr>
          <w:rFonts w:ascii="Arial" w:hAnsi="Arial" w:cs="Arial"/>
          <w:i/>
          <w:sz w:val="16"/>
          <w:szCs w:val="16"/>
        </w:rPr>
      </w:pPr>
    </w:p>
    <w:p w:rsidR="000D1ED7" w:rsidRPr="000E4C4B" w:rsidRDefault="000D1ED7" w:rsidP="000D1ED7">
      <w:pPr>
        <w:ind w:right="-568"/>
        <w:rPr>
          <w:rFonts w:ascii="Arial" w:hAnsi="Arial" w:cs="Arial"/>
          <w:i/>
          <w:sz w:val="16"/>
          <w:szCs w:val="16"/>
        </w:rPr>
      </w:pPr>
      <w:r w:rsidRPr="009C7F9C">
        <w:rPr>
          <w:rFonts w:ascii="Arial" w:hAnsi="Arial" w:cs="Arial"/>
          <w:i/>
          <w:sz w:val="16"/>
          <w:szCs w:val="16"/>
        </w:rPr>
        <w:t>Nom du signataire, cachet de l'entreprise et signature</w:t>
      </w:r>
    </w:p>
    <w:p w:rsidR="000D1ED7" w:rsidRDefault="000D1ED7" w:rsidP="000D1ED7">
      <w:pPr>
        <w:ind w:right="-568"/>
        <w:rPr>
          <w:rFonts w:ascii="Arial" w:hAnsi="Arial" w:cs="Arial"/>
          <w:caps/>
          <w:sz w:val="22"/>
          <w:szCs w:val="22"/>
        </w:rPr>
      </w:pPr>
    </w:p>
    <w:p w:rsidR="000D1ED7" w:rsidRDefault="000D1ED7" w:rsidP="000E4C4B">
      <w:pPr>
        <w:ind w:right="-568"/>
        <w:rPr>
          <w:rFonts w:ascii="Arial" w:hAnsi="Arial" w:cs="Arial"/>
          <w:caps/>
          <w:sz w:val="22"/>
          <w:szCs w:val="22"/>
        </w:rPr>
      </w:pPr>
    </w:p>
    <w:p w:rsidR="0065449F" w:rsidRPr="000E4C4B" w:rsidRDefault="0065449F" w:rsidP="000E4C4B">
      <w:pPr>
        <w:ind w:right="-568"/>
        <w:rPr>
          <w:rFonts w:ascii="Arial" w:hAnsi="Arial" w:cs="Arial"/>
          <w:caps/>
          <w:sz w:val="22"/>
          <w:szCs w:val="22"/>
        </w:rPr>
      </w:pPr>
    </w:p>
    <w:sectPr w:rsidR="0065449F" w:rsidRPr="000E4C4B" w:rsidSect="008C3DAF">
      <w:footerReference w:type="default" r:id="rId17"/>
      <w:footerReference w:type="first" r:id="rId18"/>
      <w:pgSz w:w="11906" w:h="16838" w:code="9"/>
      <w:pgMar w:top="680" w:right="1134" w:bottom="1021" w:left="1134" w:header="113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C92" w:rsidRDefault="00BC1C92">
      <w:r>
        <w:separator/>
      </w:r>
    </w:p>
  </w:endnote>
  <w:endnote w:type="continuationSeparator" w:id="0">
    <w:p w:rsidR="00BC1C92" w:rsidRDefault="00BC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98F" w:rsidRPr="002809BC" w:rsidRDefault="00BE64D7" w:rsidP="002809BC">
    <w:pPr>
      <w:pStyle w:val="Pieddepage"/>
      <w:pBdr>
        <w:top w:val="single" w:sz="4" w:space="1" w:color="auto"/>
      </w:pBdr>
      <w:jc w:val="center"/>
      <w:rPr>
        <w:rFonts w:ascii="Arial" w:hAnsi="Arial"/>
        <w:bCs/>
        <w:i/>
        <w:color w:val="808080" w:themeColor="background1" w:themeShade="80"/>
        <w:sz w:val="18"/>
      </w:rPr>
    </w:pPr>
    <w:r>
      <w:rPr>
        <w:rFonts w:ascii="Arial" w:hAnsi="Arial"/>
        <w:i/>
        <w:color w:val="808080" w:themeColor="background1" w:themeShade="80"/>
        <w:sz w:val="18"/>
      </w:rPr>
      <w:t>Questionnaire technique –</w:t>
    </w:r>
    <w:r w:rsidR="008C3DAF">
      <w:rPr>
        <w:rFonts w:ascii="Arial" w:hAnsi="Arial"/>
        <w:i/>
        <w:color w:val="808080" w:themeColor="background1" w:themeShade="80"/>
        <w:sz w:val="18"/>
      </w:rPr>
      <w:t xml:space="preserve"> Fiche d’intervention lot N° 1                                  </w:t>
    </w:r>
    <w:r w:rsidR="004F298F">
      <w:rPr>
        <w:rFonts w:ascii="Arial" w:hAnsi="Arial"/>
        <w:bCs/>
        <w:i/>
        <w:color w:val="808080" w:themeColor="background1" w:themeShade="80"/>
        <w:sz w:val="18"/>
      </w:rPr>
      <w:t xml:space="preserve">                                                         </w: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PAGE </w:instrTex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B3425A">
      <w:rPr>
        <w:rFonts w:ascii="Arial" w:hAnsi="Arial"/>
        <w:i/>
        <w:iCs/>
        <w:noProof/>
        <w:color w:val="808080" w:themeColor="background1" w:themeShade="80"/>
        <w:sz w:val="18"/>
      </w:rPr>
      <w:t>1</w:t>
    </w:r>
    <w:r w:rsidR="004F298F" w:rsidRPr="0011084A">
      <w:rPr>
        <w:rFonts w:ascii="Arial" w:hAnsi="Arial"/>
        <w:i/>
        <w:color w:val="808080" w:themeColor="background1" w:themeShade="80"/>
        <w:sz w:val="18"/>
      </w:rPr>
      <w:fldChar w:fldCharType="end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t>/</w: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begin"/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instrText xml:space="preserve"> NUMPAGES </w:instrText>
    </w:r>
    <w:r w:rsidR="004F298F" w:rsidRPr="0011084A">
      <w:rPr>
        <w:rFonts w:ascii="Arial" w:hAnsi="Arial"/>
        <w:i/>
        <w:iCs/>
        <w:color w:val="808080" w:themeColor="background1" w:themeShade="80"/>
        <w:sz w:val="18"/>
      </w:rPr>
      <w:fldChar w:fldCharType="separate"/>
    </w:r>
    <w:r w:rsidR="00B3425A">
      <w:rPr>
        <w:rFonts w:ascii="Arial" w:hAnsi="Arial"/>
        <w:i/>
        <w:iCs/>
        <w:noProof/>
        <w:color w:val="808080" w:themeColor="background1" w:themeShade="80"/>
        <w:sz w:val="18"/>
      </w:rPr>
      <w:t>3</w:t>
    </w:r>
    <w:r w:rsidR="004F298F" w:rsidRPr="0011084A">
      <w:rPr>
        <w:rFonts w:ascii="Arial" w:hAnsi="Arial"/>
        <w:i/>
        <w:color w:val="808080" w:themeColor="background1" w:themeShade="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98F" w:rsidRPr="009734AC" w:rsidRDefault="004F298F" w:rsidP="009734AC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4080F">
      <w:rPr>
        <w:rFonts w:ascii="Arial" w:hAnsi="Arial"/>
        <w:b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C92" w:rsidRDefault="00BC1C92">
      <w:r>
        <w:separator/>
      </w:r>
    </w:p>
  </w:footnote>
  <w:footnote w:type="continuationSeparator" w:id="0">
    <w:p w:rsidR="00BC1C92" w:rsidRDefault="00BC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D87760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D185"/>
      </v:shape>
    </w:pict>
  </w:numPicBullet>
  <w:abstractNum w:abstractNumId="0" w15:restartNumberingAfterBreak="0">
    <w:nsid w:val="FFFFFFFE"/>
    <w:multiLevelType w:val="singleLevel"/>
    <w:tmpl w:val="6AB2A3AC"/>
    <w:lvl w:ilvl="0">
      <w:numFmt w:val="bullet"/>
      <w:lvlText w:val="*"/>
      <w:lvlJc w:val="left"/>
    </w:lvl>
  </w:abstractNum>
  <w:abstractNum w:abstractNumId="1" w15:restartNumberingAfterBreak="0">
    <w:nsid w:val="06366CCC"/>
    <w:multiLevelType w:val="hybridMultilevel"/>
    <w:tmpl w:val="0E58847E"/>
    <w:lvl w:ilvl="0" w:tplc="6A746FDC">
      <w:start w:val="1"/>
      <w:numFmt w:val="decimal"/>
      <w:lvlText w:val="6-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652B"/>
    <w:multiLevelType w:val="hybridMultilevel"/>
    <w:tmpl w:val="A7AC07A8"/>
    <w:lvl w:ilvl="0" w:tplc="C47A03D6">
      <w:start w:val="1"/>
      <w:numFmt w:val="decimal"/>
      <w:lvlText w:val="12-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0023B"/>
    <w:multiLevelType w:val="hybridMultilevel"/>
    <w:tmpl w:val="0CC401EA"/>
    <w:lvl w:ilvl="0" w:tplc="DCE02064">
      <w:start w:val="1"/>
      <w:numFmt w:val="decimal"/>
      <w:lvlText w:val="1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C1BF7"/>
    <w:multiLevelType w:val="hybridMultilevel"/>
    <w:tmpl w:val="14B4BD2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392"/>
    <w:multiLevelType w:val="hybridMultilevel"/>
    <w:tmpl w:val="EEA86AE0"/>
    <w:lvl w:ilvl="0" w:tplc="75C45CAE">
      <w:numFmt w:val="bullet"/>
      <w:lvlText w:val="−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0062D24"/>
    <w:multiLevelType w:val="hybridMultilevel"/>
    <w:tmpl w:val="826856EC"/>
    <w:lvl w:ilvl="0" w:tplc="0C6CD394">
      <w:start w:val="1"/>
      <w:numFmt w:val="decimal"/>
      <w:lvlText w:val="6-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367CA"/>
    <w:multiLevelType w:val="hybridMultilevel"/>
    <w:tmpl w:val="1E8892C8"/>
    <w:lvl w:ilvl="0" w:tplc="75C45CA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39140B"/>
    <w:multiLevelType w:val="hybridMultilevel"/>
    <w:tmpl w:val="D1FC458C"/>
    <w:lvl w:ilvl="0" w:tplc="69C66AD6">
      <w:start w:val="1"/>
      <w:numFmt w:val="decimal"/>
      <w:lvlText w:val="7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C4F5E"/>
    <w:multiLevelType w:val="hybridMultilevel"/>
    <w:tmpl w:val="3E48B08E"/>
    <w:lvl w:ilvl="0" w:tplc="75C45CAE">
      <w:numFmt w:val="bullet"/>
      <w:lvlText w:val="−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F9F7C1E"/>
    <w:multiLevelType w:val="hybridMultilevel"/>
    <w:tmpl w:val="96FCC5DA"/>
    <w:lvl w:ilvl="0" w:tplc="DC3C7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282E"/>
    <w:multiLevelType w:val="hybridMultilevel"/>
    <w:tmpl w:val="32B0E8A4"/>
    <w:lvl w:ilvl="0" w:tplc="192AD760">
      <w:start w:val="1"/>
      <w:numFmt w:val="decimal"/>
      <w:lvlText w:val="6-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D2054"/>
    <w:multiLevelType w:val="hybridMultilevel"/>
    <w:tmpl w:val="30D6E3F4"/>
    <w:lvl w:ilvl="0" w:tplc="87B4AA66">
      <w:start w:val="1"/>
      <w:numFmt w:val="decimal"/>
      <w:lvlText w:val="2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730E"/>
    <w:multiLevelType w:val="hybridMultilevel"/>
    <w:tmpl w:val="C97649EE"/>
    <w:lvl w:ilvl="0" w:tplc="AD760920">
      <w:start w:val="1"/>
      <w:numFmt w:val="decimal"/>
      <w:lvlText w:val="3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5F27D3F"/>
    <w:multiLevelType w:val="hybridMultilevel"/>
    <w:tmpl w:val="69624946"/>
    <w:lvl w:ilvl="0" w:tplc="605AD3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C4CB8"/>
    <w:multiLevelType w:val="hybridMultilevel"/>
    <w:tmpl w:val="0CB83D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F3697"/>
    <w:multiLevelType w:val="hybridMultilevel"/>
    <w:tmpl w:val="78BAFC18"/>
    <w:lvl w:ilvl="0" w:tplc="EBB89688">
      <w:start w:val="1"/>
      <w:numFmt w:val="decimal"/>
      <w:lvlText w:val="6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73031194"/>
    <w:multiLevelType w:val="hybridMultilevel"/>
    <w:tmpl w:val="DB0C043C"/>
    <w:lvl w:ilvl="0" w:tplc="5526F558">
      <w:start w:val="1"/>
      <w:numFmt w:val="decimal"/>
      <w:lvlText w:val="4-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73362814"/>
    <w:multiLevelType w:val="hybridMultilevel"/>
    <w:tmpl w:val="A31AAE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1485C"/>
    <w:multiLevelType w:val="hybridMultilevel"/>
    <w:tmpl w:val="A6B86CBC"/>
    <w:lvl w:ilvl="0" w:tplc="936C33BC">
      <w:start w:val="1"/>
      <w:numFmt w:val="decimal"/>
      <w:lvlText w:val="6-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3"/>
  </w:num>
  <w:num w:numId="5">
    <w:abstractNumId w:val="15"/>
  </w:num>
  <w:num w:numId="6">
    <w:abstractNumId w:val="17"/>
  </w:num>
  <w:num w:numId="7">
    <w:abstractNumId w:val="21"/>
  </w:num>
  <w:num w:numId="8">
    <w:abstractNumId w:val="2"/>
  </w:num>
  <w:num w:numId="9">
    <w:abstractNumId w:val="18"/>
  </w:num>
  <w:num w:numId="10">
    <w:abstractNumId w:val="20"/>
  </w:num>
  <w:num w:numId="11">
    <w:abstractNumId w:val="10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3">
    <w:abstractNumId w:val="22"/>
  </w:num>
  <w:num w:numId="14">
    <w:abstractNumId w:val="13"/>
  </w:num>
  <w:num w:numId="15">
    <w:abstractNumId w:val="5"/>
  </w:num>
  <w:num w:numId="16">
    <w:abstractNumId w:val="19"/>
  </w:num>
  <w:num w:numId="17">
    <w:abstractNumId w:val="14"/>
  </w:num>
  <w:num w:numId="18">
    <w:abstractNumId w:val="1"/>
  </w:num>
  <w:num w:numId="19">
    <w:abstractNumId w:val="23"/>
  </w:num>
  <w:num w:numId="20">
    <w:abstractNumId w:val="7"/>
  </w:num>
  <w:num w:numId="21">
    <w:abstractNumId w:val="16"/>
  </w:num>
  <w:num w:numId="22">
    <w:abstractNumId w:val="24"/>
  </w:num>
  <w:num w:numId="23">
    <w:abstractNumId w:val="12"/>
  </w:num>
  <w:num w:numId="24">
    <w:abstractNumId w:val="6"/>
  </w:num>
  <w:num w:numId="25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2D7"/>
    <w:rsid w:val="00000DF7"/>
    <w:rsid w:val="00000FC1"/>
    <w:rsid w:val="00002ECD"/>
    <w:rsid w:val="00005055"/>
    <w:rsid w:val="00007BF7"/>
    <w:rsid w:val="0001520C"/>
    <w:rsid w:val="00016EE4"/>
    <w:rsid w:val="00024FB6"/>
    <w:rsid w:val="00025EC3"/>
    <w:rsid w:val="00026FC5"/>
    <w:rsid w:val="00031D54"/>
    <w:rsid w:val="0004305F"/>
    <w:rsid w:val="00044CA9"/>
    <w:rsid w:val="0004502E"/>
    <w:rsid w:val="00045222"/>
    <w:rsid w:val="0005027E"/>
    <w:rsid w:val="0005109A"/>
    <w:rsid w:val="00051451"/>
    <w:rsid w:val="0005354E"/>
    <w:rsid w:val="000602BB"/>
    <w:rsid w:val="00062622"/>
    <w:rsid w:val="00062CF8"/>
    <w:rsid w:val="00064239"/>
    <w:rsid w:val="000677D1"/>
    <w:rsid w:val="00074BCA"/>
    <w:rsid w:val="00075EE2"/>
    <w:rsid w:val="00076E4C"/>
    <w:rsid w:val="00082470"/>
    <w:rsid w:val="0008762B"/>
    <w:rsid w:val="00090BBC"/>
    <w:rsid w:val="000930C3"/>
    <w:rsid w:val="00095B67"/>
    <w:rsid w:val="000A003E"/>
    <w:rsid w:val="000A7410"/>
    <w:rsid w:val="000A7C6D"/>
    <w:rsid w:val="000A7CDC"/>
    <w:rsid w:val="000B3044"/>
    <w:rsid w:val="000B516B"/>
    <w:rsid w:val="000B75E5"/>
    <w:rsid w:val="000C181F"/>
    <w:rsid w:val="000C3FD0"/>
    <w:rsid w:val="000C5729"/>
    <w:rsid w:val="000D0199"/>
    <w:rsid w:val="000D0D71"/>
    <w:rsid w:val="000D148F"/>
    <w:rsid w:val="000D1ED7"/>
    <w:rsid w:val="000D238D"/>
    <w:rsid w:val="000D4504"/>
    <w:rsid w:val="000D6AA5"/>
    <w:rsid w:val="000E309D"/>
    <w:rsid w:val="000E4C4B"/>
    <w:rsid w:val="000F3C8E"/>
    <w:rsid w:val="000F4216"/>
    <w:rsid w:val="00102E54"/>
    <w:rsid w:val="001043D5"/>
    <w:rsid w:val="00104A18"/>
    <w:rsid w:val="00107226"/>
    <w:rsid w:val="0011240F"/>
    <w:rsid w:val="0011562F"/>
    <w:rsid w:val="001212F0"/>
    <w:rsid w:val="001222A8"/>
    <w:rsid w:val="00125CF4"/>
    <w:rsid w:val="00130069"/>
    <w:rsid w:val="00130E30"/>
    <w:rsid w:val="00132C70"/>
    <w:rsid w:val="00134617"/>
    <w:rsid w:val="001346BD"/>
    <w:rsid w:val="00137344"/>
    <w:rsid w:val="00140E89"/>
    <w:rsid w:val="00144FB4"/>
    <w:rsid w:val="0014510E"/>
    <w:rsid w:val="00145933"/>
    <w:rsid w:val="00145F6F"/>
    <w:rsid w:val="00146236"/>
    <w:rsid w:val="00146E39"/>
    <w:rsid w:val="001479AF"/>
    <w:rsid w:val="0015242E"/>
    <w:rsid w:val="001568A3"/>
    <w:rsid w:val="00160AD5"/>
    <w:rsid w:val="00161A54"/>
    <w:rsid w:val="00161CA1"/>
    <w:rsid w:val="00163917"/>
    <w:rsid w:val="001641B9"/>
    <w:rsid w:val="00164F6B"/>
    <w:rsid w:val="0016796B"/>
    <w:rsid w:val="00171FD5"/>
    <w:rsid w:val="00176BF5"/>
    <w:rsid w:val="00183A9D"/>
    <w:rsid w:val="00185A11"/>
    <w:rsid w:val="00192F35"/>
    <w:rsid w:val="0019396B"/>
    <w:rsid w:val="00197301"/>
    <w:rsid w:val="00197631"/>
    <w:rsid w:val="001A0A8A"/>
    <w:rsid w:val="001A17E7"/>
    <w:rsid w:val="001A1B23"/>
    <w:rsid w:val="001A27ED"/>
    <w:rsid w:val="001A5270"/>
    <w:rsid w:val="001B054C"/>
    <w:rsid w:val="001B30EC"/>
    <w:rsid w:val="001B464F"/>
    <w:rsid w:val="001B53DA"/>
    <w:rsid w:val="001B5693"/>
    <w:rsid w:val="001B571B"/>
    <w:rsid w:val="001C07FB"/>
    <w:rsid w:val="001C1D8A"/>
    <w:rsid w:val="001C3DE6"/>
    <w:rsid w:val="001C4912"/>
    <w:rsid w:val="001C78EC"/>
    <w:rsid w:val="001D0828"/>
    <w:rsid w:val="001D1C36"/>
    <w:rsid w:val="001D2047"/>
    <w:rsid w:val="001D30B6"/>
    <w:rsid w:val="001D3981"/>
    <w:rsid w:val="001D3D58"/>
    <w:rsid w:val="001D44BD"/>
    <w:rsid w:val="001D53C5"/>
    <w:rsid w:val="001D68F9"/>
    <w:rsid w:val="001E159D"/>
    <w:rsid w:val="001F14C8"/>
    <w:rsid w:val="001F53EF"/>
    <w:rsid w:val="002031D8"/>
    <w:rsid w:val="00203C00"/>
    <w:rsid w:val="00204FFA"/>
    <w:rsid w:val="00210047"/>
    <w:rsid w:val="00211346"/>
    <w:rsid w:val="00211EA3"/>
    <w:rsid w:val="00216E0F"/>
    <w:rsid w:val="002173C6"/>
    <w:rsid w:val="00217BB8"/>
    <w:rsid w:val="00217F9F"/>
    <w:rsid w:val="0022331B"/>
    <w:rsid w:val="00225CDA"/>
    <w:rsid w:val="00231567"/>
    <w:rsid w:val="00234E57"/>
    <w:rsid w:val="002405E8"/>
    <w:rsid w:val="00243AB9"/>
    <w:rsid w:val="00245B0D"/>
    <w:rsid w:val="00246CF5"/>
    <w:rsid w:val="00250868"/>
    <w:rsid w:val="00252640"/>
    <w:rsid w:val="00253F75"/>
    <w:rsid w:val="00253FDE"/>
    <w:rsid w:val="00272618"/>
    <w:rsid w:val="00274C51"/>
    <w:rsid w:val="00274C52"/>
    <w:rsid w:val="00275F4B"/>
    <w:rsid w:val="00277383"/>
    <w:rsid w:val="00280396"/>
    <w:rsid w:val="002809BC"/>
    <w:rsid w:val="0028447D"/>
    <w:rsid w:val="002945A6"/>
    <w:rsid w:val="00295687"/>
    <w:rsid w:val="002A18D0"/>
    <w:rsid w:val="002A26AC"/>
    <w:rsid w:val="002A59D2"/>
    <w:rsid w:val="002A6642"/>
    <w:rsid w:val="002A7485"/>
    <w:rsid w:val="002B2F20"/>
    <w:rsid w:val="002B3170"/>
    <w:rsid w:val="002B46C5"/>
    <w:rsid w:val="002B4B6C"/>
    <w:rsid w:val="002C2790"/>
    <w:rsid w:val="002C4DF6"/>
    <w:rsid w:val="002C58EE"/>
    <w:rsid w:val="002C7C04"/>
    <w:rsid w:val="002D0A22"/>
    <w:rsid w:val="002D2E1C"/>
    <w:rsid w:val="002D30D7"/>
    <w:rsid w:val="002D5CA7"/>
    <w:rsid w:val="002D5EA1"/>
    <w:rsid w:val="002D6791"/>
    <w:rsid w:val="002E2A26"/>
    <w:rsid w:val="002F0E31"/>
    <w:rsid w:val="002F1566"/>
    <w:rsid w:val="002F5A83"/>
    <w:rsid w:val="002F7184"/>
    <w:rsid w:val="00301B30"/>
    <w:rsid w:val="00302DD4"/>
    <w:rsid w:val="00304162"/>
    <w:rsid w:val="00304D40"/>
    <w:rsid w:val="003065B9"/>
    <w:rsid w:val="00311C07"/>
    <w:rsid w:val="00312764"/>
    <w:rsid w:val="00315AC5"/>
    <w:rsid w:val="0031691D"/>
    <w:rsid w:val="00316D24"/>
    <w:rsid w:val="00317BAA"/>
    <w:rsid w:val="00317EBA"/>
    <w:rsid w:val="00323E76"/>
    <w:rsid w:val="0032590F"/>
    <w:rsid w:val="00326477"/>
    <w:rsid w:val="00330D9D"/>
    <w:rsid w:val="00334022"/>
    <w:rsid w:val="00335282"/>
    <w:rsid w:val="00335471"/>
    <w:rsid w:val="00336F2F"/>
    <w:rsid w:val="003408FB"/>
    <w:rsid w:val="00341E15"/>
    <w:rsid w:val="00345506"/>
    <w:rsid w:val="0034650B"/>
    <w:rsid w:val="00347B8F"/>
    <w:rsid w:val="00347E63"/>
    <w:rsid w:val="00351674"/>
    <w:rsid w:val="00353DF6"/>
    <w:rsid w:val="00355123"/>
    <w:rsid w:val="00355442"/>
    <w:rsid w:val="003639F9"/>
    <w:rsid w:val="00367B7F"/>
    <w:rsid w:val="00371319"/>
    <w:rsid w:val="00371807"/>
    <w:rsid w:val="003724D1"/>
    <w:rsid w:val="00374E54"/>
    <w:rsid w:val="0038169E"/>
    <w:rsid w:val="003819A2"/>
    <w:rsid w:val="00382C7F"/>
    <w:rsid w:val="0038318D"/>
    <w:rsid w:val="003924D5"/>
    <w:rsid w:val="00393EB0"/>
    <w:rsid w:val="0039746D"/>
    <w:rsid w:val="003A05B4"/>
    <w:rsid w:val="003A229D"/>
    <w:rsid w:val="003A22AA"/>
    <w:rsid w:val="003A6182"/>
    <w:rsid w:val="003B0193"/>
    <w:rsid w:val="003B31A3"/>
    <w:rsid w:val="003B489E"/>
    <w:rsid w:val="003B6FFB"/>
    <w:rsid w:val="003C3542"/>
    <w:rsid w:val="003C448C"/>
    <w:rsid w:val="003C480A"/>
    <w:rsid w:val="003C5152"/>
    <w:rsid w:val="003C7035"/>
    <w:rsid w:val="003C7493"/>
    <w:rsid w:val="003D6AD3"/>
    <w:rsid w:val="003E0667"/>
    <w:rsid w:val="003E08E0"/>
    <w:rsid w:val="003E36FC"/>
    <w:rsid w:val="003E439B"/>
    <w:rsid w:val="003E6DB6"/>
    <w:rsid w:val="003F150C"/>
    <w:rsid w:val="003F5D41"/>
    <w:rsid w:val="00402279"/>
    <w:rsid w:val="004025B5"/>
    <w:rsid w:val="00404670"/>
    <w:rsid w:val="00407C59"/>
    <w:rsid w:val="00414F80"/>
    <w:rsid w:val="00415646"/>
    <w:rsid w:val="00417470"/>
    <w:rsid w:val="00421DF4"/>
    <w:rsid w:val="0042533B"/>
    <w:rsid w:val="004260F6"/>
    <w:rsid w:val="00427D3F"/>
    <w:rsid w:val="00433CF1"/>
    <w:rsid w:val="004405B7"/>
    <w:rsid w:val="004418D4"/>
    <w:rsid w:val="00446A09"/>
    <w:rsid w:val="004477E9"/>
    <w:rsid w:val="00450503"/>
    <w:rsid w:val="00454D93"/>
    <w:rsid w:val="00456496"/>
    <w:rsid w:val="00460E5A"/>
    <w:rsid w:val="004650C5"/>
    <w:rsid w:val="00466DBE"/>
    <w:rsid w:val="0047160E"/>
    <w:rsid w:val="004716E4"/>
    <w:rsid w:val="004717D8"/>
    <w:rsid w:val="00471C6B"/>
    <w:rsid w:val="0047211C"/>
    <w:rsid w:val="00474305"/>
    <w:rsid w:val="00476441"/>
    <w:rsid w:val="0047794F"/>
    <w:rsid w:val="004808BB"/>
    <w:rsid w:val="004860C3"/>
    <w:rsid w:val="00486F7F"/>
    <w:rsid w:val="00490D5B"/>
    <w:rsid w:val="00490DE1"/>
    <w:rsid w:val="00491240"/>
    <w:rsid w:val="004918CF"/>
    <w:rsid w:val="0049476F"/>
    <w:rsid w:val="004A723F"/>
    <w:rsid w:val="004B1384"/>
    <w:rsid w:val="004B1622"/>
    <w:rsid w:val="004B1C3B"/>
    <w:rsid w:val="004B2779"/>
    <w:rsid w:val="004B47C5"/>
    <w:rsid w:val="004B49B9"/>
    <w:rsid w:val="004B5860"/>
    <w:rsid w:val="004B6D58"/>
    <w:rsid w:val="004B789D"/>
    <w:rsid w:val="004C1CB8"/>
    <w:rsid w:val="004C3EE9"/>
    <w:rsid w:val="004C7708"/>
    <w:rsid w:val="004D405E"/>
    <w:rsid w:val="004D44CE"/>
    <w:rsid w:val="004E34C3"/>
    <w:rsid w:val="004E51BE"/>
    <w:rsid w:val="004E7087"/>
    <w:rsid w:val="004F1280"/>
    <w:rsid w:val="004F298F"/>
    <w:rsid w:val="004F381E"/>
    <w:rsid w:val="004F3891"/>
    <w:rsid w:val="004F3C33"/>
    <w:rsid w:val="004F428A"/>
    <w:rsid w:val="004F5543"/>
    <w:rsid w:val="004F5744"/>
    <w:rsid w:val="004F6E11"/>
    <w:rsid w:val="00502C20"/>
    <w:rsid w:val="00502C54"/>
    <w:rsid w:val="005030BF"/>
    <w:rsid w:val="00512089"/>
    <w:rsid w:val="0052359B"/>
    <w:rsid w:val="00523C8E"/>
    <w:rsid w:val="00527E9A"/>
    <w:rsid w:val="00532811"/>
    <w:rsid w:val="00533AA4"/>
    <w:rsid w:val="00533D26"/>
    <w:rsid w:val="00533F9B"/>
    <w:rsid w:val="00534305"/>
    <w:rsid w:val="005370EC"/>
    <w:rsid w:val="0054031E"/>
    <w:rsid w:val="0054215D"/>
    <w:rsid w:val="00542C0B"/>
    <w:rsid w:val="00542C22"/>
    <w:rsid w:val="005435F5"/>
    <w:rsid w:val="005506FD"/>
    <w:rsid w:val="005512DA"/>
    <w:rsid w:val="00551AE7"/>
    <w:rsid w:val="00551D20"/>
    <w:rsid w:val="0055373A"/>
    <w:rsid w:val="005543BD"/>
    <w:rsid w:val="00554DE3"/>
    <w:rsid w:val="00557992"/>
    <w:rsid w:val="005658FA"/>
    <w:rsid w:val="005665FE"/>
    <w:rsid w:val="005721E0"/>
    <w:rsid w:val="00572E2D"/>
    <w:rsid w:val="0057424D"/>
    <w:rsid w:val="00580836"/>
    <w:rsid w:val="00593677"/>
    <w:rsid w:val="00594FD7"/>
    <w:rsid w:val="00595CB2"/>
    <w:rsid w:val="005A5920"/>
    <w:rsid w:val="005A5D41"/>
    <w:rsid w:val="005A77AA"/>
    <w:rsid w:val="005B0FAD"/>
    <w:rsid w:val="005B3A2A"/>
    <w:rsid w:val="005B3F69"/>
    <w:rsid w:val="005B577C"/>
    <w:rsid w:val="005B581B"/>
    <w:rsid w:val="005B61F3"/>
    <w:rsid w:val="005C1427"/>
    <w:rsid w:val="005C1929"/>
    <w:rsid w:val="005C3FB3"/>
    <w:rsid w:val="005C6AD0"/>
    <w:rsid w:val="005D156E"/>
    <w:rsid w:val="005D2026"/>
    <w:rsid w:val="005D26AA"/>
    <w:rsid w:val="005D2788"/>
    <w:rsid w:val="005D7CA8"/>
    <w:rsid w:val="005D7E22"/>
    <w:rsid w:val="005E1442"/>
    <w:rsid w:val="005E209B"/>
    <w:rsid w:val="005E29F8"/>
    <w:rsid w:val="005E2CCD"/>
    <w:rsid w:val="005E3318"/>
    <w:rsid w:val="005E6B55"/>
    <w:rsid w:val="005E771B"/>
    <w:rsid w:val="005F01FD"/>
    <w:rsid w:val="005F1711"/>
    <w:rsid w:val="005F34F3"/>
    <w:rsid w:val="005F3C03"/>
    <w:rsid w:val="005F3D8A"/>
    <w:rsid w:val="005F7007"/>
    <w:rsid w:val="005F799C"/>
    <w:rsid w:val="00603336"/>
    <w:rsid w:val="0061085B"/>
    <w:rsid w:val="006120CB"/>
    <w:rsid w:val="00614EE3"/>
    <w:rsid w:val="0062057C"/>
    <w:rsid w:val="0062547C"/>
    <w:rsid w:val="00625DB5"/>
    <w:rsid w:val="00626CA7"/>
    <w:rsid w:val="0062769F"/>
    <w:rsid w:val="00630E2C"/>
    <w:rsid w:val="00635211"/>
    <w:rsid w:val="00635DBD"/>
    <w:rsid w:val="006405B2"/>
    <w:rsid w:val="0064103E"/>
    <w:rsid w:val="00643BC9"/>
    <w:rsid w:val="00643D40"/>
    <w:rsid w:val="00647610"/>
    <w:rsid w:val="0064775C"/>
    <w:rsid w:val="006523B1"/>
    <w:rsid w:val="0065449F"/>
    <w:rsid w:val="00654CAC"/>
    <w:rsid w:val="006552DB"/>
    <w:rsid w:val="00662099"/>
    <w:rsid w:val="00663BF9"/>
    <w:rsid w:val="00663CF0"/>
    <w:rsid w:val="00665AB6"/>
    <w:rsid w:val="006724F1"/>
    <w:rsid w:val="00673CDC"/>
    <w:rsid w:val="00680803"/>
    <w:rsid w:val="006825BB"/>
    <w:rsid w:val="00686987"/>
    <w:rsid w:val="006877BE"/>
    <w:rsid w:val="0069591F"/>
    <w:rsid w:val="006A0511"/>
    <w:rsid w:val="006A7435"/>
    <w:rsid w:val="006A7F10"/>
    <w:rsid w:val="006B241C"/>
    <w:rsid w:val="006B4ED4"/>
    <w:rsid w:val="006B5A7F"/>
    <w:rsid w:val="006B5D98"/>
    <w:rsid w:val="006C0F8B"/>
    <w:rsid w:val="006C3ECE"/>
    <w:rsid w:val="006C6907"/>
    <w:rsid w:val="006C6D42"/>
    <w:rsid w:val="006C78DF"/>
    <w:rsid w:val="006D11C5"/>
    <w:rsid w:val="006D141E"/>
    <w:rsid w:val="006D1D4D"/>
    <w:rsid w:val="006D24F6"/>
    <w:rsid w:val="006D4A95"/>
    <w:rsid w:val="006D7949"/>
    <w:rsid w:val="006E7B15"/>
    <w:rsid w:val="006F6392"/>
    <w:rsid w:val="00700BB1"/>
    <w:rsid w:val="0070593C"/>
    <w:rsid w:val="00705C2B"/>
    <w:rsid w:val="00706F1A"/>
    <w:rsid w:val="0071195B"/>
    <w:rsid w:val="007131E9"/>
    <w:rsid w:val="0071389A"/>
    <w:rsid w:val="00715A77"/>
    <w:rsid w:val="00717DD3"/>
    <w:rsid w:val="00722441"/>
    <w:rsid w:val="0072361A"/>
    <w:rsid w:val="007274BB"/>
    <w:rsid w:val="00730886"/>
    <w:rsid w:val="00730C93"/>
    <w:rsid w:val="00730F3F"/>
    <w:rsid w:val="0073257C"/>
    <w:rsid w:val="007332C9"/>
    <w:rsid w:val="007342C7"/>
    <w:rsid w:val="00741A12"/>
    <w:rsid w:val="00745544"/>
    <w:rsid w:val="00746AC8"/>
    <w:rsid w:val="0075078C"/>
    <w:rsid w:val="00753884"/>
    <w:rsid w:val="00760352"/>
    <w:rsid w:val="007658C7"/>
    <w:rsid w:val="00766E19"/>
    <w:rsid w:val="00770042"/>
    <w:rsid w:val="00770FEE"/>
    <w:rsid w:val="00772192"/>
    <w:rsid w:val="00773B08"/>
    <w:rsid w:val="00773C8C"/>
    <w:rsid w:val="007802ED"/>
    <w:rsid w:val="00780CE4"/>
    <w:rsid w:val="00781219"/>
    <w:rsid w:val="007834D4"/>
    <w:rsid w:val="00785406"/>
    <w:rsid w:val="00786DAC"/>
    <w:rsid w:val="007929A0"/>
    <w:rsid w:val="00792CF4"/>
    <w:rsid w:val="0079348D"/>
    <w:rsid w:val="00793CAB"/>
    <w:rsid w:val="00794354"/>
    <w:rsid w:val="007966CF"/>
    <w:rsid w:val="007A0C01"/>
    <w:rsid w:val="007A126A"/>
    <w:rsid w:val="007A4939"/>
    <w:rsid w:val="007B1506"/>
    <w:rsid w:val="007B442E"/>
    <w:rsid w:val="007B5A94"/>
    <w:rsid w:val="007C0D36"/>
    <w:rsid w:val="007C1B44"/>
    <w:rsid w:val="007C3BBA"/>
    <w:rsid w:val="007C580A"/>
    <w:rsid w:val="007C6D78"/>
    <w:rsid w:val="007D0032"/>
    <w:rsid w:val="007D1213"/>
    <w:rsid w:val="007D2016"/>
    <w:rsid w:val="007D22ED"/>
    <w:rsid w:val="007D36E5"/>
    <w:rsid w:val="007E48CF"/>
    <w:rsid w:val="007E71FB"/>
    <w:rsid w:val="007E7521"/>
    <w:rsid w:val="007F4F05"/>
    <w:rsid w:val="007F7E82"/>
    <w:rsid w:val="00807359"/>
    <w:rsid w:val="008109CE"/>
    <w:rsid w:val="0081502B"/>
    <w:rsid w:val="00816101"/>
    <w:rsid w:val="00816AC4"/>
    <w:rsid w:val="00817052"/>
    <w:rsid w:val="008228E6"/>
    <w:rsid w:val="00823C38"/>
    <w:rsid w:val="00825DB1"/>
    <w:rsid w:val="00827E40"/>
    <w:rsid w:val="00830B43"/>
    <w:rsid w:val="008328EB"/>
    <w:rsid w:val="00833E16"/>
    <w:rsid w:val="00835740"/>
    <w:rsid w:val="00836429"/>
    <w:rsid w:val="008442C8"/>
    <w:rsid w:val="008452E0"/>
    <w:rsid w:val="00847FA9"/>
    <w:rsid w:val="00851B0E"/>
    <w:rsid w:val="008550C5"/>
    <w:rsid w:val="00857CB0"/>
    <w:rsid w:val="00860458"/>
    <w:rsid w:val="008609EE"/>
    <w:rsid w:val="00860F8F"/>
    <w:rsid w:val="00865731"/>
    <w:rsid w:val="00866083"/>
    <w:rsid w:val="008675E6"/>
    <w:rsid w:val="00867D54"/>
    <w:rsid w:val="0087107F"/>
    <w:rsid w:val="00875D73"/>
    <w:rsid w:val="00877E88"/>
    <w:rsid w:val="00880B91"/>
    <w:rsid w:val="00880DAD"/>
    <w:rsid w:val="00882DD9"/>
    <w:rsid w:val="00891510"/>
    <w:rsid w:val="00895F07"/>
    <w:rsid w:val="00897E36"/>
    <w:rsid w:val="008A42C3"/>
    <w:rsid w:val="008A533D"/>
    <w:rsid w:val="008A7B2D"/>
    <w:rsid w:val="008B0144"/>
    <w:rsid w:val="008B0E01"/>
    <w:rsid w:val="008B595D"/>
    <w:rsid w:val="008B6196"/>
    <w:rsid w:val="008C09A0"/>
    <w:rsid w:val="008C3934"/>
    <w:rsid w:val="008C3DAF"/>
    <w:rsid w:val="008C4676"/>
    <w:rsid w:val="008C5842"/>
    <w:rsid w:val="008C6718"/>
    <w:rsid w:val="008D28FD"/>
    <w:rsid w:val="008D674F"/>
    <w:rsid w:val="008D76C0"/>
    <w:rsid w:val="008E45FB"/>
    <w:rsid w:val="008E5B91"/>
    <w:rsid w:val="008E5CC3"/>
    <w:rsid w:val="008F1D11"/>
    <w:rsid w:val="0090531D"/>
    <w:rsid w:val="00905C93"/>
    <w:rsid w:val="009113F3"/>
    <w:rsid w:val="009118D8"/>
    <w:rsid w:val="009176C4"/>
    <w:rsid w:val="0092091D"/>
    <w:rsid w:val="0092314E"/>
    <w:rsid w:val="00923B6D"/>
    <w:rsid w:val="0092596A"/>
    <w:rsid w:val="00931CE7"/>
    <w:rsid w:val="009362C7"/>
    <w:rsid w:val="00936717"/>
    <w:rsid w:val="00940A11"/>
    <w:rsid w:val="00946AEE"/>
    <w:rsid w:val="009473CF"/>
    <w:rsid w:val="0095002A"/>
    <w:rsid w:val="00950CC8"/>
    <w:rsid w:val="00954F97"/>
    <w:rsid w:val="00957154"/>
    <w:rsid w:val="009600B1"/>
    <w:rsid w:val="009605B0"/>
    <w:rsid w:val="009611D5"/>
    <w:rsid w:val="00967F2E"/>
    <w:rsid w:val="009734AC"/>
    <w:rsid w:val="00983845"/>
    <w:rsid w:val="0098479E"/>
    <w:rsid w:val="009930EC"/>
    <w:rsid w:val="00996A3D"/>
    <w:rsid w:val="009973FC"/>
    <w:rsid w:val="00997D0D"/>
    <w:rsid w:val="009A3C15"/>
    <w:rsid w:val="009B5141"/>
    <w:rsid w:val="009B5B56"/>
    <w:rsid w:val="009B757D"/>
    <w:rsid w:val="009C0414"/>
    <w:rsid w:val="009C09FE"/>
    <w:rsid w:val="009C1076"/>
    <w:rsid w:val="009C148D"/>
    <w:rsid w:val="009C17C6"/>
    <w:rsid w:val="009C39F7"/>
    <w:rsid w:val="009C7F9C"/>
    <w:rsid w:val="009D023D"/>
    <w:rsid w:val="009D1B3B"/>
    <w:rsid w:val="009D3D5A"/>
    <w:rsid w:val="009D6144"/>
    <w:rsid w:val="009D6982"/>
    <w:rsid w:val="009D7326"/>
    <w:rsid w:val="009E049E"/>
    <w:rsid w:val="009E0CFA"/>
    <w:rsid w:val="009E10F0"/>
    <w:rsid w:val="009E3B23"/>
    <w:rsid w:val="009F0CAD"/>
    <w:rsid w:val="009F1199"/>
    <w:rsid w:val="009F18A2"/>
    <w:rsid w:val="009F25AC"/>
    <w:rsid w:val="009F287A"/>
    <w:rsid w:val="009F73F2"/>
    <w:rsid w:val="009F7C7F"/>
    <w:rsid w:val="00A00647"/>
    <w:rsid w:val="00A00A2A"/>
    <w:rsid w:val="00A01BA5"/>
    <w:rsid w:val="00A03858"/>
    <w:rsid w:val="00A07798"/>
    <w:rsid w:val="00A11896"/>
    <w:rsid w:val="00A11C69"/>
    <w:rsid w:val="00A1561C"/>
    <w:rsid w:val="00A23E38"/>
    <w:rsid w:val="00A2710E"/>
    <w:rsid w:val="00A32138"/>
    <w:rsid w:val="00A33B78"/>
    <w:rsid w:val="00A36FF5"/>
    <w:rsid w:val="00A429B3"/>
    <w:rsid w:val="00A45CE8"/>
    <w:rsid w:val="00A46AA4"/>
    <w:rsid w:val="00A46FC9"/>
    <w:rsid w:val="00A51F44"/>
    <w:rsid w:val="00A5214E"/>
    <w:rsid w:val="00A53409"/>
    <w:rsid w:val="00A5366A"/>
    <w:rsid w:val="00A55B2E"/>
    <w:rsid w:val="00A562FC"/>
    <w:rsid w:val="00A5703C"/>
    <w:rsid w:val="00A61E03"/>
    <w:rsid w:val="00A64B77"/>
    <w:rsid w:val="00A667C9"/>
    <w:rsid w:val="00A70440"/>
    <w:rsid w:val="00A710D1"/>
    <w:rsid w:val="00A71453"/>
    <w:rsid w:val="00A73E86"/>
    <w:rsid w:val="00A80820"/>
    <w:rsid w:val="00A83682"/>
    <w:rsid w:val="00A83FDD"/>
    <w:rsid w:val="00A878F0"/>
    <w:rsid w:val="00A91FEA"/>
    <w:rsid w:val="00AA2D8C"/>
    <w:rsid w:val="00AA3F6D"/>
    <w:rsid w:val="00AA5165"/>
    <w:rsid w:val="00AA5942"/>
    <w:rsid w:val="00AB09F8"/>
    <w:rsid w:val="00AB4B70"/>
    <w:rsid w:val="00AB588C"/>
    <w:rsid w:val="00AB69A1"/>
    <w:rsid w:val="00AB72B5"/>
    <w:rsid w:val="00AC1465"/>
    <w:rsid w:val="00AC42BC"/>
    <w:rsid w:val="00AD1583"/>
    <w:rsid w:val="00AD24D3"/>
    <w:rsid w:val="00AD5D4A"/>
    <w:rsid w:val="00AD7FBD"/>
    <w:rsid w:val="00AE0248"/>
    <w:rsid w:val="00AE03A8"/>
    <w:rsid w:val="00AE2E59"/>
    <w:rsid w:val="00AE4B91"/>
    <w:rsid w:val="00AF0D88"/>
    <w:rsid w:val="00AF28F6"/>
    <w:rsid w:val="00AF3C95"/>
    <w:rsid w:val="00AF4DCD"/>
    <w:rsid w:val="00AF60A0"/>
    <w:rsid w:val="00AF7850"/>
    <w:rsid w:val="00B0000F"/>
    <w:rsid w:val="00B00D7F"/>
    <w:rsid w:val="00B05D9F"/>
    <w:rsid w:val="00B11DE7"/>
    <w:rsid w:val="00B135AE"/>
    <w:rsid w:val="00B15181"/>
    <w:rsid w:val="00B15847"/>
    <w:rsid w:val="00B161EA"/>
    <w:rsid w:val="00B17A32"/>
    <w:rsid w:val="00B22631"/>
    <w:rsid w:val="00B3425A"/>
    <w:rsid w:val="00B37DC2"/>
    <w:rsid w:val="00B40304"/>
    <w:rsid w:val="00B42568"/>
    <w:rsid w:val="00B44D0B"/>
    <w:rsid w:val="00B46AA8"/>
    <w:rsid w:val="00B5184A"/>
    <w:rsid w:val="00B54A95"/>
    <w:rsid w:val="00B552BB"/>
    <w:rsid w:val="00B560BB"/>
    <w:rsid w:val="00B56C7B"/>
    <w:rsid w:val="00B576E5"/>
    <w:rsid w:val="00B602B1"/>
    <w:rsid w:val="00B6528B"/>
    <w:rsid w:val="00B66344"/>
    <w:rsid w:val="00B66823"/>
    <w:rsid w:val="00B67E5D"/>
    <w:rsid w:val="00B7251B"/>
    <w:rsid w:val="00B75369"/>
    <w:rsid w:val="00B76630"/>
    <w:rsid w:val="00B81265"/>
    <w:rsid w:val="00B87D2C"/>
    <w:rsid w:val="00B9022B"/>
    <w:rsid w:val="00BA7A30"/>
    <w:rsid w:val="00BB0C46"/>
    <w:rsid w:val="00BB6184"/>
    <w:rsid w:val="00BB61BF"/>
    <w:rsid w:val="00BB64CE"/>
    <w:rsid w:val="00BB6649"/>
    <w:rsid w:val="00BC10C1"/>
    <w:rsid w:val="00BC1C92"/>
    <w:rsid w:val="00BC5D2D"/>
    <w:rsid w:val="00BC63E1"/>
    <w:rsid w:val="00BD112F"/>
    <w:rsid w:val="00BD21FC"/>
    <w:rsid w:val="00BD3A67"/>
    <w:rsid w:val="00BD3C3F"/>
    <w:rsid w:val="00BD5740"/>
    <w:rsid w:val="00BD606A"/>
    <w:rsid w:val="00BE0B5F"/>
    <w:rsid w:val="00BE2486"/>
    <w:rsid w:val="00BE2F0C"/>
    <w:rsid w:val="00BE5778"/>
    <w:rsid w:val="00BE64D7"/>
    <w:rsid w:val="00BE7D66"/>
    <w:rsid w:val="00BF0D2F"/>
    <w:rsid w:val="00BF1480"/>
    <w:rsid w:val="00BF2508"/>
    <w:rsid w:val="00BF3321"/>
    <w:rsid w:val="00BF381F"/>
    <w:rsid w:val="00C00464"/>
    <w:rsid w:val="00C0140A"/>
    <w:rsid w:val="00C02352"/>
    <w:rsid w:val="00C03AF9"/>
    <w:rsid w:val="00C07297"/>
    <w:rsid w:val="00C07709"/>
    <w:rsid w:val="00C11AE7"/>
    <w:rsid w:val="00C169BB"/>
    <w:rsid w:val="00C205FB"/>
    <w:rsid w:val="00C21E84"/>
    <w:rsid w:val="00C238A4"/>
    <w:rsid w:val="00C23C29"/>
    <w:rsid w:val="00C2718A"/>
    <w:rsid w:val="00C272D7"/>
    <w:rsid w:val="00C27A90"/>
    <w:rsid w:val="00C31A49"/>
    <w:rsid w:val="00C33323"/>
    <w:rsid w:val="00C35A02"/>
    <w:rsid w:val="00C35F94"/>
    <w:rsid w:val="00C374BF"/>
    <w:rsid w:val="00C403BB"/>
    <w:rsid w:val="00C41020"/>
    <w:rsid w:val="00C41258"/>
    <w:rsid w:val="00C43797"/>
    <w:rsid w:val="00C46DBF"/>
    <w:rsid w:val="00C500D9"/>
    <w:rsid w:val="00C500E9"/>
    <w:rsid w:val="00C5060C"/>
    <w:rsid w:val="00C53C22"/>
    <w:rsid w:val="00C63ED3"/>
    <w:rsid w:val="00C648BB"/>
    <w:rsid w:val="00C64AAE"/>
    <w:rsid w:val="00C756B8"/>
    <w:rsid w:val="00C80857"/>
    <w:rsid w:val="00C81653"/>
    <w:rsid w:val="00C83323"/>
    <w:rsid w:val="00C84911"/>
    <w:rsid w:val="00C84F18"/>
    <w:rsid w:val="00C85072"/>
    <w:rsid w:val="00C859E3"/>
    <w:rsid w:val="00C90F28"/>
    <w:rsid w:val="00CA0701"/>
    <w:rsid w:val="00CA3494"/>
    <w:rsid w:val="00CA5185"/>
    <w:rsid w:val="00CB05BC"/>
    <w:rsid w:val="00CB62F6"/>
    <w:rsid w:val="00CB6934"/>
    <w:rsid w:val="00CB7DE1"/>
    <w:rsid w:val="00CC0FD0"/>
    <w:rsid w:val="00CC1B43"/>
    <w:rsid w:val="00CC2FA4"/>
    <w:rsid w:val="00CC3232"/>
    <w:rsid w:val="00CC4525"/>
    <w:rsid w:val="00CC625A"/>
    <w:rsid w:val="00CD02CF"/>
    <w:rsid w:val="00CD072E"/>
    <w:rsid w:val="00CE24BF"/>
    <w:rsid w:val="00CE2EB0"/>
    <w:rsid w:val="00CE3457"/>
    <w:rsid w:val="00CE4DEB"/>
    <w:rsid w:val="00CE5483"/>
    <w:rsid w:val="00CE6BA3"/>
    <w:rsid w:val="00CF38EF"/>
    <w:rsid w:val="00D0233C"/>
    <w:rsid w:val="00D02393"/>
    <w:rsid w:val="00D04EF0"/>
    <w:rsid w:val="00D06D54"/>
    <w:rsid w:val="00D0764A"/>
    <w:rsid w:val="00D0782D"/>
    <w:rsid w:val="00D101B5"/>
    <w:rsid w:val="00D10E9A"/>
    <w:rsid w:val="00D11109"/>
    <w:rsid w:val="00D11BAA"/>
    <w:rsid w:val="00D11D5A"/>
    <w:rsid w:val="00D12A9F"/>
    <w:rsid w:val="00D1453D"/>
    <w:rsid w:val="00D15984"/>
    <w:rsid w:val="00D1611C"/>
    <w:rsid w:val="00D20556"/>
    <w:rsid w:val="00D21987"/>
    <w:rsid w:val="00D26D69"/>
    <w:rsid w:val="00D32F71"/>
    <w:rsid w:val="00D37680"/>
    <w:rsid w:val="00D4048A"/>
    <w:rsid w:val="00D4102E"/>
    <w:rsid w:val="00D41EB2"/>
    <w:rsid w:val="00D4453B"/>
    <w:rsid w:val="00D47E6F"/>
    <w:rsid w:val="00D50AE6"/>
    <w:rsid w:val="00D53467"/>
    <w:rsid w:val="00D538FA"/>
    <w:rsid w:val="00D569F6"/>
    <w:rsid w:val="00D57A5C"/>
    <w:rsid w:val="00D600EB"/>
    <w:rsid w:val="00D6121C"/>
    <w:rsid w:val="00D6200F"/>
    <w:rsid w:val="00D62F59"/>
    <w:rsid w:val="00D668C2"/>
    <w:rsid w:val="00D66DB1"/>
    <w:rsid w:val="00D67AD8"/>
    <w:rsid w:val="00D70C47"/>
    <w:rsid w:val="00D71A74"/>
    <w:rsid w:val="00D72486"/>
    <w:rsid w:val="00D72849"/>
    <w:rsid w:val="00D7686A"/>
    <w:rsid w:val="00D7757F"/>
    <w:rsid w:val="00D77C89"/>
    <w:rsid w:val="00D77F58"/>
    <w:rsid w:val="00D808E2"/>
    <w:rsid w:val="00D815B5"/>
    <w:rsid w:val="00D81BF1"/>
    <w:rsid w:val="00D83ABC"/>
    <w:rsid w:val="00D94A9E"/>
    <w:rsid w:val="00D96695"/>
    <w:rsid w:val="00DA4482"/>
    <w:rsid w:val="00DA5B15"/>
    <w:rsid w:val="00DA738F"/>
    <w:rsid w:val="00DA7E42"/>
    <w:rsid w:val="00DB06BE"/>
    <w:rsid w:val="00DB1E4C"/>
    <w:rsid w:val="00DB26E5"/>
    <w:rsid w:val="00DB5CF0"/>
    <w:rsid w:val="00DB6B74"/>
    <w:rsid w:val="00DB71EE"/>
    <w:rsid w:val="00DC07B5"/>
    <w:rsid w:val="00DC37AC"/>
    <w:rsid w:val="00DC3B74"/>
    <w:rsid w:val="00DD03AE"/>
    <w:rsid w:val="00DD19D8"/>
    <w:rsid w:val="00DD53B5"/>
    <w:rsid w:val="00DD58F3"/>
    <w:rsid w:val="00DD5978"/>
    <w:rsid w:val="00DD60FA"/>
    <w:rsid w:val="00DE1207"/>
    <w:rsid w:val="00DE2FC0"/>
    <w:rsid w:val="00DF15EC"/>
    <w:rsid w:val="00DF4EF7"/>
    <w:rsid w:val="00DF5F83"/>
    <w:rsid w:val="00DF66AA"/>
    <w:rsid w:val="00E00233"/>
    <w:rsid w:val="00E02AF7"/>
    <w:rsid w:val="00E067A9"/>
    <w:rsid w:val="00E06FB8"/>
    <w:rsid w:val="00E10624"/>
    <w:rsid w:val="00E13E27"/>
    <w:rsid w:val="00E13EA6"/>
    <w:rsid w:val="00E15AA3"/>
    <w:rsid w:val="00E15E5E"/>
    <w:rsid w:val="00E16ECE"/>
    <w:rsid w:val="00E20C4E"/>
    <w:rsid w:val="00E20DE1"/>
    <w:rsid w:val="00E211B0"/>
    <w:rsid w:val="00E22ACB"/>
    <w:rsid w:val="00E27804"/>
    <w:rsid w:val="00E27C8A"/>
    <w:rsid w:val="00E30499"/>
    <w:rsid w:val="00E3115C"/>
    <w:rsid w:val="00E32765"/>
    <w:rsid w:val="00E40C0F"/>
    <w:rsid w:val="00E42E29"/>
    <w:rsid w:val="00E532D8"/>
    <w:rsid w:val="00E63182"/>
    <w:rsid w:val="00E65F7C"/>
    <w:rsid w:val="00E6686B"/>
    <w:rsid w:val="00E67742"/>
    <w:rsid w:val="00E714AB"/>
    <w:rsid w:val="00E75496"/>
    <w:rsid w:val="00E76AFC"/>
    <w:rsid w:val="00E77CFF"/>
    <w:rsid w:val="00E800D0"/>
    <w:rsid w:val="00E84F39"/>
    <w:rsid w:val="00E95825"/>
    <w:rsid w:val="00E95C6C"/>
    <w:rsid w:val="00E9675A"/>
    <w:rsid w:val="00EA4063"/>
    <w:rsid w:val="00EA460C"/>
    <w:rsid w:val="00EA69F3"/>
    <w:rsid w:val="00EA7A79"/>
    <w:rsid w:val="00EB116E"/>
    <w:rsid w:val="00EB49E8"/>
    <w:rsid w:val="00EB4D95"/>
    <w:rsid w:val="00EB51AD"/>
    <w:rsid w:val="00EC27CF"/>
    <w:rsid w:val="00EC3550"/>
    <w:rsid w:val="00EC6462"/>
    <w:rsid w:val="00ED3AA3"/>
    <w:rsid w:val="00ED41A5"/>
    <w:rsid w:val="00ED4340"/>
    <w:rsid w:val="00ED6253"/>
    <w:rsid w:val="00EE0D9D"/>
    <w:rsid w:val="00EE346D"/>
    <w:rsid w:val="00EE429C"/>
    <w:rsid w:val="00EE65CC"/>
    <w:rsid w:val="00EE7D8E"/>
    <w:rsid w:val="00EF139E"/>
    <w:rsid w:val="00EF30B8"/>
    <w:rsid w:val="00EF63B4"/>
    <w:rsid w:val="00F00CB2"/>
    <w:rsid w:val="00F0190B"/>
    <w:rsid w:val="00F021E4"/>
    <w:rsid w:val="00F051C3"/>
    <w:rsid w:val="00F05C45"/>
    <w:rsid w:val="00F0624E"/>
    <w:rsid w:val="00F067B7"/>
    <w:rsid w:val="00F06F30"/>
    <w:rsid w:val="00F07269"/>
    <w:rsid w:val="00F12976"/>
    <w:rsid w:val="00F13518"/>
    <w:rsid w:val="00F167C4"/>
    <w:rsid w:val="00F17BBC"/>
    <w:rsid w:val="00F207E6"/>
    <w:rsid w:val="00F238BC"/>
    <w:rsid w:val="00F25012"/>
    <w:rsid w:val="00F301E6"/>
    <w:rsid w:val="00F31128"/>
    <w:rsid w:val="00F330EF"/>
    <w:rsid w:val="00F344EA"/>
    <w:rsid w:val="00F34F21"/>
    <w:rsid w:val="00F362EE"/>
    <w:rsid w:val="00F365E7"/>
    <w:rsid w:val="00F37A83"/>
    <w:rsid w:val="00F4080F"/>
    <w:rsid w:val="00F41428"/>
    <w:rsid w:val="00F4177C"/>
    <w:rsid w:val="00F431A5"/>
    <w:rsid w:val="00F477AB"/>
    <w:rsid w:val="00F47F27"/>
    <w:rsid w:val="00F50802"/>
    <w:rsid w:val="00F51AA8"/>
    <w:rsid w:val="00F51C44"/>
    <w:rsid w:val="00F52980"/>
    <w:rsid w:val="00F53065"/>
    <w:rsid w:val="00F55D85"/>
    <w:rsid w:val="00F563A6"/>
    <w:rsid w:val="00F629F9"/>
    <w:rsid w:val="00F64667"/>
    <w:rsid w:val="00F64CE5"/>
    <w:rsid w:val="00F656E8"/>
    <w:rsid w:val="00F67DAF"/>
    <w:rsid w:val="00F773AD"/>
    <w:rsid w:val="00F77E75"/>
    <w:rsid w:val="00F801F9"/>
    <w:rsid w:val="00F8236F"/>
    <w:rsid w:val="00F845A1"/>
    <w:rsid w:val="00F84759"/>
    <w:rsid w:val="00F904AF"/>
    <w:rsid w:val="00F94E11"/>
    <w:rsid w:val="00F95DD2"/>
    <w:rsid w:val="00FA1311"/>
    <w:rsid w:val="00FA3430"/>
    <w:rsid w:val="00FA4448"/>
    <w:rsid w:val="00FA66F4"/>
    <w:rsid w:val="00FB2090"/>
    <w:rsid w:val="00FB29C2"/>
    <w:rsid w:val="00FB4A43"/>
    <w:rsid w:val="00FB6ADC"/>
    <w:rsid w:val="00FB7CBB"/>
    <w:rsid w:val="00FC00EA"/>
    <w:rsid w:val="00FC011D"/>
    <w:rsid w:val="00FC094A"/>
    <w:rsid w:val="00FC0DAC"/>
    <w:rsid w:val="00FC1C73"/>
    <w:rsid w:val="00FC365C"/>
    <w:rsid w:val="00FC4C44"/>
    <w:rsid w:val="00FC6408"/>
    <w:rsid w:val="00FD0FCB"/>
    <w:rsid w:val="00FD37CD"/>
    <w:rsid w:val="00FD4045"/>
    <w:rsid w:val="00FD530A"/>
    <w:rsid w:val="00FE1353"/>
    <w:rsid w:val="00FE1A74"/>
    <w:rsid w:val="00FE6CC0"/>
    <w:rsid w:val="00FE7436"/>
    <w:rsid w:val="00FF2BF0"/>
    <w:rsid w:val="00FF3519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3B9934D4"/>
  <w15:docId w15:val="{D2184943-8C8D-4269-983F-450EF87B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6E0F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pos="567"/>
      </w:tabs>
      <w:jc w:val="both"/>
      <w:outlineLvl w:val="3"/>
    </w:pPr>
    <w:rPr>
      <w:rFonts w:ascii="Comic Sans MS" w:hAnsi="Comic Sans MS"/>
      <w:b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2E2A26"/>
    <w:pPr>
      <w:tabs>
        <w:tab w:val="right" w:leader="dot" w:pos="9639"/>
      </w:tabs>
      <w:spacing w:before="240" w:after="240"/>
      <w:jc w:val="center"/>
      <w:outlineLvl w:val="2"/>
    </w:pPr>
    <w:rPr>
      <w:rFonts w:ascii="Arial" w:hAnsi="Arial" w:cs="Arial"/>
      <w:b/>
      <w:caps/>
      <w:noProof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rsid w:val="007C6D78"/>
    <w:pPr>
      <w:ind w:left="198"/>
    </w:pPr>
    <w:rPr>
      <w:rFonts w:ascii="Arial" w:hAnsi="Arial"/>
      <w:smallCaps/>
    </w:rPr>
  </w:style>
  <w:style w:type="paragraph" w:styleId="TM3">
    <w:name w:val="toc 3"/>
    <w:basedOn w:val="Normal"/>
    <w:next w:val="Normal"/>
    <w:autoRedefine/>
    <w:uiPriority w:val="39"/>
    <w:rsid w:val="003724D1"/>
    <w:pPr>
      <w:tabs>
        <w:tab w:val="left" w:pos="1200"/>
        <w:tab w:val="right" w:leader="dot" w:pos="9628"/>
      </w:tabs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rsid w:val="002A59D2"/>
  </w:style>
  <w:style w:type="character" w:customStyle="1" w:styleId="CommentaireCar">
    <w:name w:val="Commentaire Car"/>
    <w:basedOn w:val="Policepardfaut"/>
    <w:link w:val="Commentaire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paragraph" w:customStyle="1" w:styleId="I">
    <w:name w:val="I"/>
    <w:basedOn w:val="Normal"/>
    <w:rsid w:val="007834D4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7834D4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DC07B5"/>
    <w:rPr>
      <w:rFonts w:ascii="Comic Sans MS" w:hAnsi="Comic Sans MS"/>
      <w:b/>
      <w:sz w:val="22"/>
    </w:rPr>
  </w:style>
  <w:style w:type="paragraph" w:customStyle="1" w:styleId="Style1">
    <w:name w:val="Style1"/>
    <w:basedOn w:val="Titre1"/>
    <w:autoRedefine/>
    <w:qFormat/>
    <w:rsid w:val="00880B91"/>
    <w:pPr>
      <w:tabs>
        <w:tab w:val="clear" w:pos="6804"/>
      </w:tabs>
      <w:spacing w:line="240" w:lineRule="auto"/>
      <w:ind w:right="0"/>
    </w:pPr>
    <w:rPr>
      <w:rFonts w:ascii="Arial" w:hAnsi="Arial"/>
      <w:caps/>
    </w:rPr>
  </w:style>
  <w:style w:type="paragraph" w:customStyle="1" w:styleId="Style2">
    <w:name w:val="Style2"/>
    <w:basedOn w:val="Titre2"/>
    <w:qFormat/>
    <w:rsid w:val="0019396B"/>
    <w:rPr>
      <w:rFonts w:ascii="Arial" w:hAnsi="Arial"/>
      <w:i/>
      <w:smallCaps/>
    </w:rPr>
  </w:style>
  <w:style w:type="paragraph" w:customStyle="1" w:styleId="Style3">
    <w:name w:val="Style3"/>
    <w:basedOn w:val="Titre3"/>
    <w:qFormat/>
    <w:rsid w:val="00005055"/>
    <w:pPr>
      <w:ind w:left="0" w:right="0"/>
    </w:pPr>
    <w:rPr>
      <w:rFonts w:ascii="Arial" w:hAnsi="Arial"/>
      <w:i/>
    </w:rPr>
  </w:style>
  <w:style w:type="character" w:customStyle="1" w:styleId="st1">
    <w:name w:val="st1"/>
    <w:basedOn w:val="Policepardfaut"/>
    <w:rsid w:val="007332C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2C9"/>
    <w:rPr>
      <w:b/>
      <w:bCs/>
      <w:i/>
      <w:iCs/>
      <w:color w:val="4F81BD" w:themeColor="accent1"/>
    </w:rPr>
  </w:style>
  <w:style w:type="character" w:styleId="Marquedecommentaire">
    <w:name w:val="annotation reference"/>
    <w:basedOn w:val="Policepardfaut"/>
    <w:semiHidden/>
    <w:unhideWhenUsed/>
    <w:rsid w:val="003340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34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34022"/>
    <w:rPr>
      <w:b/>
      <w:bCs/>
    </w:rPr>
  </w:style>
  <w:style w:type="paragraph" w:customStyle="1" w:styleId="Normal2">
    <w:name w:val="Normal2"/>
    <w:basedOn w:val="Normal"/>
    <w:rsid w:val="000A7CD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Sous-titre">
    <w:name w:val="Subtitle"/>
    <w:basedOn w:val="Normal"/>
    <w:next w:val="Normal"/>
    <w:link w:val="Sous-titreCar"/>
    <w:qFormat/>
    <w:rsid w:val="00CC32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C32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6552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D02393"/>
    <w:pPr>
      <w:jc w:val="center"/>
    </w:pPr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02393"/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En-tteCar">
    <w:name w:val="En-tête Car"/>
    <w:link w:val="En-tte"/>
    <w:rsid w:val="00D7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FAF3-B4BE-4995-B4F5-17802ABE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entretien.dot</Template>
  <TotalTime>26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SCHWARTZ, Maud</cp:lastModifiedBy>
  <cp:revision>8</cp:revision>
  <cp:lastPrinted>2019-01-28T15:06:00Z</cp:lastPrinted>
  <dcterms:created xsi:type="dcterms:W3CDTF">2019-09-06T11:23:00Z</dcterms:created>
  <dcterms:modified xsi:type="dcterms:W3CDTF">2025-12-15T12:41:00Z</dcterms:modified>
</cp:coreProperties>
</file>